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96D5A" w14:textId="77777777" w:rsidR="00E21531" w:rsidRPr="00D72D3B" w:rsidRDefault="00E21531" w:rsidP="00D72D3B">
      <w:pPr>
        <w:pStyle w:val="Nagwek5"/>
        <w:spacing w:before="0" w:after="0" w:line="240" w:lineRule="auto"/>
        <w:ind w:left="-284"/>
        <w:jc w:val="both"/>
        <w:rPr>
          <w:rFonts w:asciiTheme="minorHAnsi" w:hAnsiTheme="minorHAnsi"/>
          <w:i w:val="0"/>
          <w:sz w:val="22"/>
          <w:szCs w:val="22"/>
        </w:rPr>
      </w:pPr>
    </w:p>
    <w:p w14:paraId="558F78C5" w14:textId="0E1D867F" w:rsidR="00092483" w:rsidRPr="00567D41" w:rsidRDefault="00286DB9" w:rsidP="00883642">
      <w:pPr>
        <w:spacing w:after="0" w:line="240" w:lineRule="auto"/>
        <w:rPr>
          <w:rFonts w:asciiTheme="minorHAnsi" w:hAnsiTheme="minorHAnsi"/>
        </w:rPr>
      </w:pPr>
      <w:r w:rsidRPr="00286DB9">
        <w:rPr>
          <w:rFonts w:asciiTheme="minorHAnsi" w:hAnsiTheme="minorHAnsi"/>
          <w:b/>
          <w:bCs/>
        </w:rPr>
        <w:t>EM.2204.4.2025.RN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 w:rsidR="00A61785" w:rsidRPr="001B1860">
        <w:rPr>
          <w:rFonts w:asciiTheme="minorHAnsi" w:hAnsiTheme="minorHAnsi"/>
          <w:b/>
        </w:rPr>
        <w:t xml:space="preserve">Załącznik nr </w:t>
      </w:r>
      <w:r w:rsidR="00567D41">
        <w:rPr>
          <w:rFonts w:asciiTheme="minorHAnsi" w:hAnsiTheme="minorHAnsi"/>
          <w:b/>
        </w:rPr>
        <w:t>5</w:t>
      </w:r>
    </w:p>
    <w:p w14:paraId="6FB02B96" w14:textId="503E5FAB" w:rsidR="00567D41" w:rsidRDefault="00567D41" w:rsidP="00567D41">
      <w:pPr>
        <w:spacing w:after="0" w:line="240" w:lineRule="auto"/>
        <w:ind w:left="284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WYKAZ USŁUG</w:t>
      </w:r>
      <w:bookmarkStart w:id="0" w:name="_GoBack"/>
      <w:bookmarkEnd w:id="0"/>
    </w:p>
    <w:p w14:paraId="487EE3C8" w14:textId="77777777" w:rsidR="00567D41" w:rsidRDefault="00567D41" w:rsidP="00567D41">
      <w:pPr>
        <w:spacing w:after="0" w:line="240" w:lineRule="auto"/>
        <w:ind w:left="284"/>
        <w:jc w:val="center"/>
        <w:rPr>
          <w:rFonts w:asciiTheme="minorHAnsi" w:hAnsiTheme="minorHAnsi"/>
          <w:b/>
        </w:rPr>
      </w:pPr>
    </w:p>
    <w:p w14:paraId="499122FA" w14:textId="03A24605" w:rsidR="00567D41" w:rsidRPr="00567D41" w:rsidRDefault="00567D41" w:rsidP="00567D41">
      <w:pPr>
        <w:shd w:val="clear" w:color="auto" w:fill="FFFFFF"/>
        <w:jc w:val="both"/>
        <w:rPr>
          <w:rFonts w:asciiTheme="minorHAnsi" w:eastAsia="Times New Roman" w:hAnsiTheme="minorHAnsi" w:cstheme="minorHAnsi"/>
        </w:rPr>
      </w:pPr>
      <w:r w:rsidRPr="00567D41">
        <w:rPr>
          <w:rFonts w:asciiTheme="minorHAnsi" w:eastAsia="Times New Roman" w:hAnsiTheme="minorHAnsi" w:cstheme="minorHAnsi"/>
        </w:rPr>
        <w:t xml:space="preserve">Na potrzeby postępowania o udzielenie zamówienia publicznego pn. </w:t>
      </w:r>
      <w:r w:rsidR="00286DB9" w:rsidRPr="00286DB9">
        <w:rPr>
          <w:rFonts w:asciiTheme="minorHAnsi" w:hAnsiTheme="minorHAnsi" w:cstheme="minorHAnsi"/>
          <w:b/>
        </w:rPr>
        <w:t>Wykonanie i dostawa materiałów promocyjnych, publikacji oraz gadżetów promocyjnych w ramach projektu pt. „Umiejętności tworzą możliwości”</w:t>
      </w:r>
      <w:r w:rsidRPr="00567D41">
        <w:rPr>
          <w:rFonts w:asciiTheme="minorHAnsi" w:hAnsiTheme="minorHAnsi" w:cstheme="minorHAnsi"/>
          <w:b/>
        </w:rPr>
        <w:t xml:space="preserve"> </w:t>
      </w:r>
      <w:r w:rsidRPr="00567D41">
        <w:rPr>
          <w:rFonts w:asciiTheme="minorHAnsi" w:hAnsiTheme="minorHAnsi" w:cstheme="minorHAnsi"/>
        </w:rPr>
        <w:t>przedstawiam w</w:t>
      </w:r>
      <w:r w:rsidRPr="00567D41">
        <w:rPr>
          <w:rStyle w:val="FontStyle67"/>
          <w:rFonts w:asciiTheme="minorHAnsi" w:hAnsiTheme="minorHAnsi" w:cstheme="minorHAnsi"/>
          <w:sz w:val="22"/>
          <w:szCs w:val="22"/>
        </w:rPr>
        <w:t>ykaz wykonanych usług w okresie ostatnich 5 lat przed upływem terminu składania ofert, a jeżeli okres prowadzenia działalności jest krótszy - w tym okresie, wraz z podaniem ich rodzaju i wartości, daty i miejsca wykonania oraz załączeniem dowodów dotyczących najważniejszych usług, określających czy usługi te zostały wykonane w sposób należyty:</w:t>
      </w:r>
    </w:p>
    <w:tbl>
      <w:tblPr>
        <w:tblW w:w="146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5"/>
        <w:gridCol w:w="6237"/>
        <w:gridCol w:w="1843"/>
        <w:gridCol w:w="2552"/>
        <w:gridCol w:w="3402"/>
      </w:tblGrid>
      <w:tr w:rsidR="00567D41" w:rsidRPr="00C62DAA" w14:paraId="5122ACAF" w14:textId="77777777" w:rsidTr="00DF37E6">
        <w:trPr>
          <w:cantSplit/>
          <w:trHeight w:val="734"/>
        </w:trPr>
        <w:tc>
          <w:tcPr>
            <w:tcW w:w="635" w:type="dxa"/>
            <w:shd w:val="clear" w:color="auto" w:fill="E6E6E6"/>
            <w:vAlign w:val="center"/>
          </w:tcPr>
          <w:p w14:paraId="5FF7A603" w14:textId="77777777" w:rsidR="00567D41" w:rsidRPr="00591982" w:rsidRDefault="00567D41" w:rsidP="00DF37E6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591982">
              <w:rPr>
                <w:b/>
                <w:bCs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6237" w:type="dxa"/>
            <w:shd w:val="clear" w:color="auto" w:fill="E6E6E6"/>
          </w:tcPr>
          <w:p w14:paraId="3AA8AF16" w14:textId="77777777" w:rsidR="00567D41" w:rsidRPr="00591982" w:rsidRDefault="00567D41" w:rsidP="00DF37E6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591982">
              <w:rPr>
                <w:b/>
                <w:bCs/>
                <w:sz w:val="18"/>
                <w:szCs w:val="18"/>
              </w:rPr>
              <w:t xml:space="preserve">Nazwa i opis zadania lokalizacja </w:t>
            </w:r>
          </w:p>
          <w:p w14:paraId="7451AB57" w14:textId="77777777" w:rsidR="00567D41" w:rsidRPr="00591982" w:rsidRDefault="00567D41" w:rsidP="00DF37E6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591982">
              <w:rPr>
                <w:sz w:val="18"/>
                <w:szCs w:val="18"/>
              </w:rPr>
              <w:t>(należy określić informacje istotne dla spełnienia warunku udziału w postępowaniu)</w:t>
            </w:r>
          </w:p>
        </w:tc>
        <w:tc>
          <w:tcPr>
            <w:tcW w:w="1843" w:type="dxa"/>
            <w:shd w:val="pct12" w:color="auto" w:fill="auto"/>
          </w:tcPr>
          <w:p w14:paraId="7C272C53" w14:textId="77777777" w:rsidR="00567D41" w:rsidRPr="00591982" w:rsidRDefault="00567D41" w:rsidP="00DF37E6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591982">
              <w:rPr>
                <w:b/>
                <w:bCs/>
                <w:sz w:val="18"/>
                <w:szCs w:val="18"/>
              </w:rPr>
              <w:t xml:space="preserve">Wartość zadania </w:t>
            </w:r>
          </w:p>
          <w:p w14:paraId="05DC78F2" w14:textId="77777777" w:rsidR="00567D41" w:rsidRPr="00591982" w:rsidRDefault="00567D41" w:rsidP="00DF37E6">
            <w:pPr>
              <w:spacing w:after="0"/>
              <w:jc w:val="center"/>
              <w:rPr>
                <w:sz w:val="18"/>
                <w:szCs w:val="18"/>
              </w:rPr>
            </w:pPr>
            <w:r w:rsidRPr="00591982">
              <w:rPr>
                <w:b/>
                <w:bCs/>
                <w:sz w:val="18"/>
                <w:szCs w:val="18"/>
              </w:rPr>
              <w:t>(brutto)</w:t>
            </w:r>
          </w:p>
        </w:tc>
        <w:tc>
          <w:tcPr>
            <w:tcW w:w="2552" w:type="dxa"/>
            <w:shd w:val="pct12" w:color="auto" w:fill="auto"/>
          </w:tcPr>
          <w:p w14:paraId="76189B13" w14:textId="77777777" w:rsidR="00567D41" w:rsidRPr="00591982" w:rsidRDefault="00567D41" w:rsidP="00DF37E6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591982">
              <w:rPr>
                <w:b/>
                <w:bCs/>
                <w:sz w:val="18"/>
                <w:szCs w:val="18"/>
              </w:rPr>
              <w:t>Termin realizacji</w:t>
            </w:r>
          </w:p>
          <w:p w14:paraId="29022CD4" w14:textId="77777777" w:rsidR="00567D41" w:rsidRPr="00591982" w:rsidRDefault="00567D41" w:rsidP="00DF37E6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591982">
              <w:rPr>
                <w:sz w:val="18"/>
                <w:szCs w:val="18"/>
              </w:rPr>
              <w:t>(dzień, miesiąc i rok rozpoczęcia oraz zakończenia)</w:t>
            </w:r>
          </w:p>
        </w:tc>
        <w:tc>
          <w:tcPr>
            <w:tcW w:w="3402" w:type="dxa"/>
            <w:shd w:val="pct12" w:color="auto" w:fill="auto"/>
          </w:tcPr>
          <w:p w14:paraId="537E7D7B" w14:textId="77777777" w:rsidR="00567D41" w:rsidRPr="00591982" w:rsidRDefault="00567D41" w:rsidP="00DF37E6">
            <w:pPr>
              <w:spacing w:after="0"/>
              <w:jc w:val="center"/>
              <w:rPr>
                <w:b/>
                <w:bCs/>
                <w:sz w:val="18"/>
                <w:szCs w:val="18"/>
              </w:rPr>
            </w:pPr>
            <w:r w:rsidRPr="00591982">
              <w:rPr>
                <w:b/>
                <w:bCs/>
                <w:sz w:val="18"/>
                <w:szCs w:val="18"/>
              </w:rPr>
              <w:t>Nazwy i adres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591982">
              <w:rPr>
                <w:b/>
                <w:bCs/>
                <w:sz w:val="18"/>
                <w:szCs w:val="18"/>
              </w:rPr>
              <w:t>zamawiającego</w:t>
            </w:r>
          </w:p>
          <w:p w14:paraId="36A0C7ED" w14:textId="77777777" w:rsidR="00567D41" w:rsidRPr="00E632EE" w:rsidRDefault="00567D41" w:rsidP="00DF37E6">
            <w:pPr>
              <w:spacing w:after="0"/>
              <w:jc w:val="center"/>
              <w:rPr>
                <w:sz w:val="18"/>
                <w:szCs w:val="18"/>
              </w:rPr>
            </w:pPr>
            <w:r w:rsidRPr="00591982">
              <w:rPr>
                <w:sz w:val="18"/>
                <w:szCs w:val="18"/>
              </w:rPr>
              <w:t>(nazwa, adres,</w:t>
            </w:r>
            <w:r>
              <w:rPr>
                <w:sz w:val="18"/>
                <w:szCs w:val="18"/>
              </w:rPr>
              <w:t xml:space="preserve"> </w:t>
            </w:r>
            <w:r w:rsidRPr="00591982">
              <w:rPr>
                <w:sz w:val="18"/>
                <w:szCs w:val="18"/>
              </w:rPr>
              <w:t>nr telefonu)</w:t>
            </w:r>
          </w:p>
        </w:tc>
      </w:tr>
      <w:tr w:rsidR="00567D41" w:rsidRPr="00C62DAA" w14:paraId="7EDBE60D" w14:textId="77777777" w:rsidTr="00DF37E6">
        <w:trPr>
          <w:cantSplit/>
          <w:trHeight w:val="1526"/>
        </w:trPr>
        <w:tc>
          <w:tcPr>
            <w:tcW w:w="635" w:type="dxa"/>
          </w:tcPr>
          <w:p w14:paraId="3A478A65" w14:textId="77777777" w:rsidR="00567D41" w:rsidRPr="00591982" w:rsidRDefault="00567D41" w:rsidP="00DF37E6">
            <w:pPr>
              <w:jc w:val="both"/>
              <w:rPr>
                <w:b/>
                <w:bCs/>
                <w:sz w:val="18"/>
                <w:szCs w:val="18"/>
              </w:rPr>
            </w:pPr>
            <w:r w:rsidRPr="00591982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237" w:type="dxa"/>
          </w:tcPr>
          <w:p w14:paraId="65950FD8" w14:textId="77777777" w:rsidR="00567D41" w:rsidRPr="00591982" w:rsidRDefault="00567D41" w:rsidP="00567D41">
            <w:pPr>
              <w:spacing w:after="0"/>
              <w:jc w:val="both"/>
              <w:rPr>
                <w:b/>
                <w:bCs/>
                <w:sz w:val="18"/>
                <w:szCs w:val="18"/>
              </w:rPr>
            </w:pPr>
            <w:r w:rsidRPr="00591982">
              <w:rPr>
                <w:b/>
                <w:bCs/>
                <w:sz w:val="18"/>
                <w:szCs w:val="18"/>
              </w:rPr>
              <w:t>Nazwa</w:t>
            </w:r>
            <w:r>
              <w:rPr>
                <w:b/>
                <w:bCs/>
                <w:sz w:val="18"/>
                <w:szCs w:val="18"/>
              </w:rPr>
              <w:t xml:space="preserve"> zadania</w:t>
            </w:r>
            <w:r w:rsidRPr="00591982">
              <w:rPr>
                <w:b/>
                <w:bCs/>
                <w:sz w:val="18"/>
                <w:szCs w:val="18"/>
              </w:rPr>
              <w:t>:</w:t>
            </w:r>
            <w:r>
              <w:rPr>
                <w:b/>
                <w:bCs/>
                <w:sz w:val="18"/>
                <w:szCs w:val="18"/>
              </w:rPr>
              <w:t xml:space="preserve"> ………………….</w:t>
            </w:r>
          </w:p>
          <w:p w14:paraId="228DB26E" w14:textId="597C6332" w:rsidR="00567D41" w:rsidRPr="00591982" w:rsidRDefault="00567D41" w:rsidP="00567D41">
            <w:pPr>
              <w:spacing w:after="0"/>
              <w:rPr>
                <w:bCs/>
                <w:sz w:val="18"/>
                <w:szCs w:val="18"/>
              </w:rPr>
            </w:pPr>
            <w:r w:rsidRPr="00591982">
              <w:rPr>
                <w:b/>
                <w:bCs/>
                <w:sz w:val="18"/>
                <w:szCs w:val="18"/>
              </w:rPr>
              <w:t>Opis:</w:t>
            </w:r>
            <w:r w:rsidRPr="00591982">
              <w:rPr>
                <w:bCs/>
                <w:sz w:val="18"/>
                <w:szCs w:val="18"/>
              </w:rPr>
              <w:t xml:space="preserve"> Zadanie polegało </w:t>
            </w:r>
            <w:r>
              <w:rPr>
                <w:bCs/>
                <w:sz w:val="18"/>
                <w:szCs w:val="18"/>
              </w:rPr>
              <w:t xml:space="preserve">na usłudze </w:t>
            </w:r>
            <w:r w:rsidR="00286DB9" w:rsidRPr="00286DB9">
              <w:rPr>
                <w:bCs/>
                <w:sz w:val="18"/>
                <w:szCs w:val="18"/>
              </w:rPr>
              <w:t>wykonania materiałów promocyjnych</w:t>
            </w:r>
            <w:r>
              <w:rPr>
                <w:bCs/>
                <w:sz w:val="18"/>
                <w:szCs w:val="18"/>
              </w:rPr>
              <w:t>?</w:t>
            </w:r>
          </w:p>
          <w:p w14:paraId="3102DB16" w14:textId="77777777" w:rsidR="00567D41" w:rsidRPr="00591982" w:rsidRDefault="00567D41" w:rsidP="00567D41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591982">
              <w:rPr>
                <w:b/>
                <w:sz w:val="18"/>
                <w:szCs w:val="18"/>
              </w:rPr>
              <w:t>TAK/NIE</w:t>
            </w:r>
          </w:p>
          <w:p w14:paraId="5B9E6FE6" w14:textId="7F529E16" w:rsidR="00567D41" w:rsidRPr="00567D41" w:rsidRDefault="00567D41" w:rsidP="00567D41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591982">
              <w:rPr>
                <w:b/>
                <w:sz w:val="18"/>
                <w:szCs w:val="18"/>
              </w:rPr>
              <w:t>(niepotrzebne skreślić)</w:t>
            </w:r>
          </w:p>
        </w:tc>
        <w:tc>
          <w:tcPr>
            <w:tcW w:w="1843" w:type="dxa"/>
          </w:tcPr>
          <w:p w14:paraId="6837C369" w14:textId="77777777" w:rsidR="00567D41" w:rsidRPr="00591982" w:rsidRDefault="00567D41" w:rsidP="00DF37E6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3E5092D3" w14:textId="77777777" w:rsidR="00567D41" w:rsidRPr="00591982" w:rsidRDefault="00567D41" w:rsidP="00567D41">
            <w:pPr>
              <w:spacing w:after="0"/>
              <w:jc w:val="both"/>
              <w:rPr>
                <w:b/>
                <w:bCs/>
                <w:sz w:val="18"/>
                <w:szCs w:val="18"/>
              </w:rPr>
            </w:pPr>
            <w:r w:rsidRPr="00591982">
              <w:rPr>
                <w:b/>
                <w:bCs/>
                <w:sz w:val="18"/>
                <w:szCs w:val="18"/>
              </w:rPr>
              <w:t>Rozpoczęcie:</w:t>
            </w:r>
          </w:p>
          <w:p w14:paraId="341D6FE9" w14:textId="77777777" w:rsidR="00567D41" w:rsidRPr="00E632EE" w:rsidRDefault="00567D41" w:rsidP="00567D41">
            <w:pPr>
              <w:spacing w:after="0"/>
              <w:jc w:val="both"/>
              <w:rPr>
                <w:bCs/>
                <w:i/>
                <w:sz w:val="18"/>
                <w:szCs w:val="18"/>
              </w:rPr>
            </w:pPr>
            <w:proofErr w:type="spellStart"/>
            <w:r w:rsidRPr="00591982">
              <w:rPr>
                <w:bCs/>
                <w:i/>
                <w:sz w:val="18"/>
                <w:szCs w:val="18"/>
              </w:rPr>
              <w:t>dd</w:t>
            </w:r>
            <w:proofErr w:type="spellEnd"/>
            <w:r w:rsidRPr="00591982">
              <w:rPr>
                <w:bCs/>
                <w:i/>
                <w:sz w:val="18"/>
                <w:szCs w:val="18"/>
              </w:rPr>
              <w:t>/mm/</w:t>
            </w:r>
            <w:proofErr w:type="spellStart"/>
            <w:r w:rsidRPr="00591982">
              <w:rPr>
                <w:bCs/>
                <w:i/>
                <w:sz w:val="18"/>
                <w:szCs w:val="18"/>
              </w:rPr>
              <w:t>rrrr</w:t>
            </w:r>
            <w:proofErr w:type="spellEnd"/>
          </w:p>
          <w:p w14:paraId="685B0D84" w14:textId="77777777" w:rsidR="00567D41" w:rsidRPr="00591982" w:rsidRDefault="00567D41" w:rsidP="00567D41">
            <w:pPr>
              <w:spacing w:after="0"/>
              <w:jc w:val="both"/>
              <w:rPr>
                <w:b/>
                <w:bCs/>
                <w:sz w:val="18"/>
                <w:szCs w:val="18"/>
              </w:rPr>
            </w:pPr>
            <w:r w:rsidRPr="00591982">
              <w:rPr>
                <w:b/>
                <w:bCs/>
                <w:sz w:val="18"/>
                <w:szCs w:val="18"/>
              </w:rPr>
              <w:t>Zakończenie:</w:t>
            </w:r>
          </w:p>
          <w:p w14:paraId="082272EC" w14:textId="77777777" w:rsidR="00567D41" w:rsidRPr="004831BD" w:rsidRDefault="00567D41" w:rsidP="00567D41">
            <w:pPr>
              <w:spacing w:after="0"/>
              <w:jc w:val="both"/>
              <w:rPr>
                <w:bCs/>
                <w:i/>
                <w:sz w:val="18"/>
                <w:szCs w:val="18"/>
              </w:rPr>
            </w:pPr>
            <w:proofErr w:type="spellStart"/>
            <w:r w:rsidRPr="00591982">
              <w:rPr>
                <w:bCs/>
                <w:i/>
                <w:sz w:val="18"/>
                <w:szCs w:val="18"/>
              </w:rPr>
              <w:t>dd</w:t>
            </w:r>
            <w:proofErr w:type="spellEnd"/>
            <w:r w:rsidRPr="00591982">
              <w:rPr>
                <w:bCs/>
                <w:i/>
                <w:sz w:val="18"/>
                <w:szCs w:val="18"/>
              </w:rPr>
              <w:t>/mm/</w:t>
            </w:r>
            <w:proofErr w:type="spellStart"/>
            <w:r w:rsidRPr="00591982">
              <w:rPr>
                <w:bCs/>
                <w:i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3402" w:type="dxa"/>
          </w:tcPr>
          <w:p w14:paraId="2C9F85C7" w14:textId="77777777" w:rsidR="00567D41" w:rsidRPr="00591982" w:rsidRDefault="00567D41" w:rsidP="00DF37E6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567D41" w:rsidRPr="00C62DAA" w14:paraId="1FA5FB0F" w14:textId="77777777" w:rsidTr="00DF37E6">
        <w:trPr>
          <w:cantSplit/>
          <w:trHeight w:val="447"/>
        </w:trPr>
        <w:tc>
          <w:tcPr>
            <w:tcW w:w="635" w:type="dxa"/>
          </w:tcPr>
          <w:p w14:paraId="55157ADB" w14:textId="77777777" w:rsidR="00567D41" w:rsidRPr="00591982" w:rsidRDefault="00567D41" w:rsidP="00567D41">
            <w:pPr>
              <w:jc w:val="both"/>
              <w:rPr>
                <w:b/>
                <w:bCs/>
                <w:sz w:val="18"/>
                <w:szCs w:val="18"/>
              </w:rPr>
            </w:pPr>
            <w:r w:rsidRPr="00591982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237" w:type="dxa"/>
          </w:tcPr>
          <w:p w14:paraId="2CBCCFD9" w14:textId="77777777" w:rsidR="00567D41" w:rsidRPr="00591982" w:rsidRDefault="00567D41" w:rsidP="00567D41">
            <w:pPr>
              <w:spacing w:after="0"/>
              <w:jc w:val="both"/>
              <w:rPr>
                <w:b/>
                <w:bCs/>
                <w:sz w:val="18"/>
                <w:szCs w:val="18"/>
              </w:rPr>
            </w:pPr>
            <w:r w:rsidRPr="00591982">
              <w:rPr>
                <w:b/>
                <w:bCs/>
                <w:sz w:val="18"/>
                <w:szCs w:val="18"/>
              </w:rPr>
              <w:t>Nazwa</w:t>
            </w:r>
            <w:r>
              <w:rPr>
                <w:b/>
                <w:bCs/>
                <w:sz w:val="18"/>
                <w:szCs w:val="18"/>
              </w:rPr>
              <w:t xml:space="preserve"> zadania</w:t>
            </w:r>
            <w:r w:rsidRPr="00591982">
              <w:rPr>
                <w:b/>
                <w:bCs/>
                <w:sz w:val="18"/>
                <w:szCs w:val="18"/>
              </w:rPr>
              <w:t>:</w:t>
            </w:r>
            <w:r>
              <w:rPr>
                <w:b/>
                <w:bCs/>
                <w:sz w:val="18"/>
                <w:szCs w:val="18"/>
              </w:rPr>
              <w:t xml:space="preserve"> ………………….</w:t>
            </w:r>
          </w:p>
          <w:p w14:paraId="627E8E13" w14:textId="65E0F9F9" w:rsidR="00567D41" w:rsidRPr="00591982" w:rsidRDefault="00567D41" w:rsidP="00567D41">
            <w:pPr>
              <w:spacing w:after="0"/>
              <w:rPr>
                <w:bCs/>
                <w:sz w:val="18"/>
                <w:szCs w:val="18"/>
              </w:rPr>
            </w:pPr>
            <w:r w:rsidRPr="00591982">
              <w:rPr>
                <w:b/>
                <w:bCs/>
                <w:sz w:val="18"/>
                <w:szCs w:val="18"/>
              </w:rPr>
              <w:t>Opis:</w:t>
            </w:r>
            <w:r w:rsidRPr="00591982">
              <w:rPr>
                <w:bCs/>
                <w:sz w:val="18"/>
                <w:szCs w:val="18"/>
              </w:rPr>
              <w:t xml:space="preserve"> Zadanie polegało </w:t>
            </w:r>
            <w:r>
              <w:rPr>
                <w:bCs/>
                <w:sz w:val="18"/>
                <w:szCs w:val="18"/>
              </w:rPr>
              <w:t xml:space="preserve">na usłudze </w:t>
            </w:r>
            <w:r w:rsidRPr="00567D41">
              <w:rPr>
                <w:bCs/>
                <w:sz w:val="18"/>
                <w:szCs w:val="18"/>
              </w:rPr>
              <w:t xml:space="preserve">wykonania </w:t>
            </w:r>
            <w:r w:rsidR="00286DB9" w:rsidRPr="00286DB9">
              <w:rPr>
                <w:bCs/>
                <w:sz w:val="18"/>
                <w:szCs w:val="18"/>
              </w:rPr>
              <w:t>wykonania materiałów promocyjnych</w:t>
            </w:r>
            <w:r>
              <w:rPr>
                <w:bCs/>
                <w:sz w:val="18"/>
                <w:szCs w:val="18"/>
              </w:rPr>
              <w:t>?</w:t>
            </w:r>
          </w:p>
          <w:p w14:paraId="2C1D4B5E" w14:textId="77777777" w:rsidR="00567D41" w:rsidRPr="00591982" w:rsidRDefault="00567D41" w:rsidP="00567D41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591982">
              <w:rPr>
                <w:b/>
                <w:sz w:val="18"/>
                <w:szCs w:val="18"/>
              </w:rPr>
              <w:t>TAK/NIE</w:t>
            </w:r>
          </w:p>
          <w:p w14:paraId="299B83F7" w14:textId="1F87A5FC" w:rsidR="00567D41" w:rsidRPr="00567D41" w:rsidRDefault="00567D41" w:rsidP="00567D41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591982">
              <w:rPr>
                <w:b/>
                <w:sz w:val="18"/>
                <w:szCs w:val="18"/>
              </w:rPr>
              <w:t>(niepotrzebne skreślić)</w:t>
            </w:r>
          </w:p>
        </w:tc>
        <w:tc>
          <w:tcPr>
            <w:tcW w:w="1843" w:type="dxa"/>
          </w:tcPr>
          <w:p w14:paraId="4E226D13" w14:textId="77777777" w:rsidR="00567D41" w:rsidRPr="00591982" w:rsidRDefault="00567D41" w:rsidP="00567D41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14:paraId="1B3E95BC" w14:textId="77777777" w:rsidR="00567D41" w:rsidRPr="00591982" w:rsidRDefault="00567D41" w:rsidP="00567D41">
            <w:pPr>
              <w:spacing w:after="0"/>
              <w:jc w:val="both"/>
              <w:rPr>
                <w:b/>
                <w:bCs/>
                <w:sz w:val="18"/>
                <w:szCs w:val="18"/>
              </w:rPr>
            </w:pPr>
            <w:r w:rsidRPr="00591982">
              <w:rPr>
                <w:b/>
                <w:bCs/>
                <w:sz w:val="18"/>
                <w:szCs w:val="18"/>
              </w:rPr>
              <w:t>Rozpoczęcie:</w:t>
            </w:r>
          </w:p>
          <w:p w14:paraId="4B02FAA1" w14:textId="77777777" w:rsidR="00567D41" w:rsidRPr="00E632EE" w:rsidRDefault="00567D41" w:rsidP="00567D41">
            <w:pPr>
              <w:spacing w:after="0"/>
              <w:jc w:val="both"/>
              <w:rPr>
                <w:bCs/>
                <w:i/>
                <w:sz w:val="18"/>
                <w:szCs w:val="18"/>
              </w:rPr>
            </w:pPr>
            <w:proofErr w:type="spellStart"/>
            <w:r w:rsidRPr="00591982">
              <w:rPr>
                <w:bCs/>
                <w:i/>
                <w:sz w:val="18"/>
                <w:szCs w:val="18"/>
              </w:rPr>
              <w:t>dd</w:t>
            </w:r>
            <w:proofErr w:type="spellEnd"/>
            <w:r w:rsidRPr="00591982">
              <w:rPr>
                <w:bCs/>
                <w:i/>
                <w:sz w:val="18"/>
                <w:szCs w:val="18"/>
              </w:rPr>
              <w:t>/mm/</w:t>
            </w:r>
            <w:proofErr w:type="spellStart"/>
            <w:r w:rsidRPr="00591982">
              <w:rPr>
                <w:bCs/>
                <w:i/>
                <w:sz w:val="18"/>
                <w:szCs w:val="18"/>
              </w:rPr>
              <w:t>rrrr</w:t>
            </w:r>
            <w:proofErr w:type="spellEnd"/>
          </w:p>
          <w:p w14:paraId="4C55C835" w14:textId="77777777" w:rsidR="00567D41" w:rsidRPr="00591982" w:rsidRDefault="00567D41" w:rsidP="00567D41">
            <w:pPr>
              <w:spacing w:after="0"/>
              <w:jc w:val="both"/>
              <w:rPr>
                <w:b/>
                <w:bCs/>
                <w:sz w:val="18"/>
                <w:szCs w:val="18"/>
              </w:rPr>
            </w:pPr>
            <w:r w:rsidRPr="00591982">
              <w:rPr>
                <w:b/>
                <w:bCs/>
                <w:sz w:val="18"/>
                <w:szCs w:val="18"/>
              </w:rPr>
              <w:t>Zakończenie:</w:t>
            </w:r>
          </w:p>
          <w:p w14:paraId="3BC816FF" w14:textId="11EE6B4E" w:rsidR="00567D41" w:rsidRPr="004831BD" w:rsidRDefault="00567D41" w:rsidP="00567D41">
            <w:pPr>
              <w:jc w:val="both"/>
              <w:rPr>
                <w:bCs/>
                <w:i/>
                <w:sz w:val="18"/>
                <w:szCs w:val="18"/>
              </w:rPr>
            </w:pPr>
            <w:proofErr w:type="spellStart"/>
            <w:r w:rsidRPr="00591982">
              <w:rPr>
                <w:bCs/>
                <w:i/>
                <w:sz w:val="18"/>
                <w:szCs w:val="18"/>
              </w:rPr>
              <w:t>dd</w:t>
            </w:r>
            <w:proofErr w:type="spellEnd"/>
            <w:r w:rsidRPr="00591982">
              <w:rPr>
                <w:bCs/>
                <w:i/>
                <w:sz w:val="18"/>
                <w:szCs w:val="18"/>
              </w:rPr>
              <w:t>/mm/</w:t>
            </w:r>
            <w:proofErr w:type="spellStart"/>
            <w:r w:rsidRPr="00591982">
              <w:rPr>
                <w:bCs/>
                <w:i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3402" w:type="dxa"/>
          </w:tcPr>
          <w:p w14:paraId="0626F587" w14:textId="77777777" w:rsidR="00567D41" w:rsidRPr="00591982" w:rsidRDefault="00567D41" w:rsidP="00567D41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</w:tbl>
    <w:p w14:paraId="3D9D3F13" w14:textId="77777777" w:rsidR="00567D41" w:rsidRPr="00C62DAA" w:rsidRDefault="00567D41" w:rsidP="00567D41">
      <w:pPr>
        <w:jc w:val="both"/>
        <w:rPr>
          <w:sz w:val="16"/>
          <w:szCs w:val="16"/>
        </w:rPr>
      </w:pPr>
      <w:r w:rsidRPr="00C62DAA">
        <w:rPr>
          <w:sz w:val="16"/>
          <w:szCs w:val="16"/>
        </w:rPr>
        <w:t xml:space="preserve">Uwaga:  Należy załączyć dowody, określające, czy </w:t>
      </w:r>
      <w:r>
        <w:rPr>
          <w:sz w:val="16"/>
          <w:szCs w:val="16"/>
        </w:rPr>
        <w:t>usługi</w:t>
      </w:r>
      <w:r w:rsidRPr="00C62DAA">
        <w:rPr>
          <w:sz w:val="16"/>
          <w:szCs w:val="16"/>
        </w:rPr>
        <w:t xml:space="preserve"> zostały wykonane w sposób  należyty, przy czym dowodami, o których mowa są referencje bądź inne dokumenty wystawione przez podmiot, na rzecz którego </w:t>
      </w:r>
      <w:r>
        <w:rPr>
          <w:sz w:val="16"/>
          <w:szCs w:val="16"/>
        </w:rPr>
        <w:t>usługi</w:t>
      </w:r>
      <w:r w:rsidRPr="00C62DAA">
        <w:rPr>
          <w:sz w:val="16"/>
          <w:szCs w:val="16"/>
        </w:rPr>
        <w:t xml:space="preserve"> były wykonywane, a jeżeli z uzasadnionej przyczyny o obiektywnym charakterze wykonawca nie jest w stanie uzyskać tych dokumentów – inne dokumenty.</w:t>
      </w:r>
    </w:p>
    <w:p w14:paraId="54898076" w14:textId="77777777" w:rsidR="00567D41" w:rsidRPr="00E632EE" w:rsidRDefault="00567D41" w:rsidP="00567D41">
      <w:pPr>
        <w:jc w:val="both"/>
        <w:rPr>
          <w:sz w:val="16"/>
          <w:szCs w:val="16"/>
        </w:rPr>
      </w:pPr>
      <w:r w:rsidRPr="00C62DAA">
        <w:rPr>
          <w:rFonts w:eastAsia="Times New Roman"/>
          <w:b/>
          <w:i/>
          <w:sz w:val="16"/>
          <w:szCs w:val="16"/>
        </w:rPr>
        <w:t>Uwaga:</w:t>
      </w:r>
      <w:r>
        <w:rPr>
          <w:rFonts w:eastAsia="Times New Roman"/>
          <w:b/>
          <w:i/>
          <w:sz w:val="16"/>
          <w:szCs w:val="16"/>
        </w:rPr>
        <w:t xml:space="preserve"> </w:t>
      </w:r>
      <w:r w:rsidRPr="00C62DAA">
        <w:rPr>
          <w:rFonts w:eastAsia="Times New Roman"/>
          <w:b/>
          <w:i/>
          <w:sz w:val="16"/>
          <w:szCs w:val="16"/>
          <w:u w:val="single"/>
        </w:rPr>
        <w:t>W przypadku świadczeń powtarzających się lub ciągłych nadal wykonywanych referencje bądź inne dokumenty potwierdzające ich należyte wykonywanie powinny być wystawione w okresie 3 miesięcy przed upływem terminu składania ofert.</w:t>
      </w:r>
    </w:p>
    <w:p w14:paraId="3A12106D" w14:textId="4D388489" w:rsidR="00567D41" w:rsidRPr="00E632EE" w:rsidRDefault="00567D41" w:rsidP="00567D41">
      <w:pPr>
        <w:jc w:val="both"/>
        <w:rPr>
          <w:sz w:val="20"/>
          <w:szCs w:val="20"/>
        </w:rPr>
      </w:pPr>
      <w:r w:rsidRPr="00C62DAA">
        <w:rPr>
          <w:sz w:val="20"/>
          <w:szCs w:val="20"/>
        </w:rPr>
        <w:t>…………….…………, dnia ………….</w:t>
      </w:r>
      <w:r>
        <w:rPr>
          <w:sz w:val="20"/>
          <w:szCs w:val="20"/>
        </w:rPr>
        <w:t>202</w:t>
      </w:r>
      <w:r w:rsidR="00286DB9">
        <w:rPr>
          <w:sz w:val="20"/>
          <w:szCs w:val="20"/>
        </w:rPr>
        <w:t>5</w:t>
      </w:r>
      <w:r>
        <w:rPr>
          <w:sz w:val="20"/>
          <w:szCs w:val="20"/>
        </w:rPr>
        <w:t xml:space="preserve"> </w:t>
      </w:r>
      <w:r w:rsidRPr="00C62DAA">
        <w:rPr>
          <w:sz w:val="20"/>
          <w:szCs w:val="20"/>
        </w:rPr>
        <w:t xml:space="preserve">r. </w:t>
      </w:r>
      <w:r w:rsidRPr="00C62DAA">
        <w:rPr>
          <w:sz w:val="20"/>
          <w:szCs w:val="20"/>
        </w:rPr>
        <w:tab/>
      </w:r>
      <w:r w:rsidRPr="00C62DAA">
        <w:rPr>
          <w:sz w:val="20"/>
          <w:szCs w:val="20"/>
        </w:rPr>
        <w:tab/>
      </w:r>
    </w:p>
    <w:p w14:paraId="620CEC1A" w14:textId="11FA5A75" w:rsidR="00567D41" w:rsidRPr="00E771D9" w:rsidRDefault="00567D41" w:rsidP="00567D41">
      <w:pPr>
        <w:widowControl w:val="0"/>
        <w:spacing w:after="0"/>
        <w:jc w:val="both"/>
        <w:rPr>
          <w:rFonts w:eastAsia="Times New Roman" w:cs="Calibri"/>
          <w:sz w:val="18"/>
          <w:szCs w:val="18"/>
          <w:lang w:eastAsia="pl-PL"/>
        </w:rPr>
      </w:pPr>
    </w:p>
    <w:p w14:paraId="24CA9EBA" w14:textId="77777777" w:rsidR="00567D41" w:rsidRPr="000B798D" w:rsidRDefault="00567D41" w:rsidP="00567D41">
      <w:pPr>
        <w:spacing w:after="0"/>
        <w:jc w:val="center"/>
        <w:rPr>
          <w:rFonts w:cs="Calibri"/>
          <w:sz w:val="16"/>
          <w:szCs w:val="18"/>
        </w:rPr>
      </w:pPr>
      <w:bookmarkStart w:id="1" w:name="_Hlk97198694"/>
      <w:r w:rsidRPr="000B798D">
        <w:rPr>
          <w:rFonts w:cs="Calibri"/>
          <w:sz w:val="18"/>
        </w:rPr>
        <w:t>[DOKUMENT NALEŻY OPATRZYĆ PODPISEM ELEKTRONICZNYM, PODPISEM ZAUFANYM LUB PODPISEM OSOBISTYM]</w:t>
      </w:r>
      <w:bookmarkEnd w:id="1"/>
    </w:p>
    <w:p w14:paraId="4D33715F" w14:textId="77777777" w:rsidR="00567D41" w:rsidRPr="001B1860" w:rsidRDefault="00567D41" w:rsidP="00567D41">
      <w:pPr>
        <w:spacing w:line="360" w:lineRule="auto"/>
        <w:jc w:val="both"/>
        <w:rPr>
          <w:rFonts w:asciiTheme="minorHAnsi" w:hAnsiTheme="minorHAnsi"/>
        </w:rPr>
      </w:pPr>
    </w:p>
    <w:sectPr w:rsidR="00567D41" w:rsidRPr="001B1860" w:rsidSect="00CE6C5B">
      <w:headerReference w:type="first" r:id="rId7"/>
      <w:footerReference w:type="first" r:id="rId8"/>
      <w:pgSz w:w="16838" w:h="11906" w:orient="landscape"/>
      <w:pgMar w:top="1418" w:right="1418" w:bottom="1418" w:left="1418" w:header="708" w:footer="5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3B382" w14:textId="77777777" w:rsidR="00936303" w:rsidRDefault="00936303" w:rsidP="002775EC">
      <w:pPr>
        <w:spacing w:after="0" w:line="240" w:lineRule="auto"/>
      </w:pPr>
      <w:r>
        <w:separator/>
      </w:r>
    </w:p>
  </w:endnote>
  <w:endnote w:type="continuationSeparator" w:id="0">
    <w:p w14:paraId="7CE99B2D" w14:textId="77777777" w:rsidR="00936303" w:rsidRDefault="00936303" w:rsidP="00277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29D1B" w14:textId="415D84BF" w:rsidR="00B02C2E" w:rsidRPr="007B0901" w:rsidRDefault="00883642" w:rsidP="007B090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BBA6330" wp14:editId="5730AE3D">
          <wp:simplePos x="0" y="0"/>
          <wp:positionH relativeFrom="margin">
            <wp:align>left</wp:align>
          </wp:positionH>
          <wp:positionV relativeFrom="paragraph">
            <wp:posOffset>-342900</wp:posOffset>
          </wp:positionV>
          <wp:extent cx="7324725" cy="669481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4725" cy="6694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E9F35" w14:textId="77777777" w:rsidR="00936303" w:rsidRDefault="00936303" w:rsidP="002775EC">
      <w:pPr>
        <w:spacing w:after="0" w:line="240" w:lineRule="auto"/>
      </w:pPr>
      <w:r>
        <w:separator/>
      </w:r>
    </w:p>
  </w:footnote>
  <w:footnote w:type="continuationSeparator" w:id="0">
    <w:p w14:paraId="50753545" w14:textId="77777777" w:rsidR="00936303" w:rsidRDefault="00936303" w:rsidP="00277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C39D9" w14:textId="3FAE8F2B" w:rsidR="003E0DC6" w:rsidRDefault="00047715" w:rsidP="00883642">
    <w:pPr>
      <w:pStyle w:val="Nagwek"/>
      <w:tabs>
        <w:tab w:val="clear" w:pos="4536"/>
        <w:tab w:val="clear" w:pos="9072"/>
        <w:tab w:val="left" w:pos="3312"/>
      </w:tabs>
    </w:pPr>
    <w:r w:rsidRPr="00AF15AC">
      <w:rPr>
        <w:noProof/>
      </w:rPr>
      <w:drawing>
        <wp:anchor distT="0" distB="0" distL="114300" distR="114300" simplePos="0" relativeHeight="251661312" behindDoc="0" locked="0" layoutInCell="1" allowOverlap="1" wp14:anchorId="26B7309A" wp14:editId="7D4779A1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6685698" cy="609600"/>
          <wp:effectExtent l="0" t="0" r="1270" b="0"/>
          <wp:wrapNone/>
          <wp:docPr id="5791725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91725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5698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8364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C63A30D"/>
    <w:multiLevelType w:val="hybridMultilevel"/>
    <w:tmpl w:val="DBA039C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DD3D2AF"/>
    <w:multiLevelType w:val="hybridMultilevel"/>
    <w:tmpl w:val="85B272C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F211D8"/>
    <w:multiLevelType w:val="hybridMultilevel"/>
    <w:tmpl w:val="F43A0D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14713"/>
    <w:multiLevelType w:val="hybridMultilevel"/>
    <w:tmpl w:val="B81C82A0"/>
    <w:lvl w:ilvl="0" w:tplc="13227586">
      <w:start w:val="1"/>
      <w:numFmt w:val="bullet"/>
      <w:lvlText w:val="-"/>
      <w:lvlJc w:val="left"/>
      <w:pPr>
        <w:ind w:left="105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4" w15:restartNumberingAfterBreak="0">
    <w:nsid w:val="07F43991"/>
    <w:multiLevelType w:val="hybridMultilevel"/>
    <w:tmpl w:val="084CA81C"/>
    <w:lvl w:ilvl="0" w:tplc="E0C69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D840EC"/>
    <w:multiLevelType w:val="hybridMultilevel"/>
    <w:tmpl w:val="C4CEB576"/>
    <w:lvl w:ilvl="0" w:tplc="13227586">
      <w:start w:val="1"/>
      <w:numFmt w:val="bullet"/>
      <w:lvlText w:val="-"/>
      <w:lvlJc w:val="left"/>
      <w:pPr>
        <w:ind w:left="105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6" w15:restartNumberingAfterBreak="0">
    <w:nsid w:val="0D3E2DD0"/>
    <w:multiLevelType w:val="hybridMultilevel"/>
    <w:tmpl w:val="CF3CC1F0"/>
    <w:lvl w:ilvl="0" w:tplc="300A63D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F450311"/>
    <w:multiLevelType w:val="hybridMultilevel"/>
    <w:tmpl w:val="1B444E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063C1"/>
    <w:multiLevelType w:val="hybridMultilevel"/>
    <w:tmpl w:val="57D26D0C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1B78C8"/>
    <w:multiLevelType w:val="hybridMultilevel"/>
    <w:tmpl w:val="6B1C7C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B0EE1"/>
    <w:multiLevelType w:val="hybridMultilevel"/>
    <w:tmpl w:val="4256705E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760505"/>
    <w:multiLevelType w:val="hybridMultilevel"/>
    <w:tmpl w:val="6C58E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139FF"/>
    <w:multiLevelType w:val="hybridMultilevel"/>
    <w:tmpl w:val="F63AA034"/>
    <w:lvl w:ilvl="0" w:tplc="6394ACC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12C69"/>
    <w:multiLevelType w:val="hybridMultilevel"/>
    <w:tmpl w:val="2BEC5D4A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5C7F66"/>
    <w:multiLevelType w:val="hybridMultilevel"/>
    <w:tmpl w:val="96C0B28E"/>
    <w:lvl w:ilvl="0" w:tplc="132275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1A0C93"/>
    <w:multiLevelType w:val="hybridMultilevel"/>
    <w:tmpl w:val="4074EEA0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0607F"/>
    <w:multiLevelType w:val="hybridMultilevel"/>
    <w:tmpl w:val="B8A4E6A8"/>
    <w:lvl w:ilvl="0" w:tplc="74F2F82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BF4E9E"/>
    <w:multiLevelType w:val="multilevel"/>
    <w:tmpl w:val="5A4A3830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bullet"/>
      <w:lvlText w:val="-"/>
      <w:lvlJc w:val="left"/>
      <w:pPr>
        <w:ind w:left="680" w:hanging="340"/>
      </w:pPr>
      <w:rPr>
        <w:rFonts w:ascii="Calibri" w:hAnsi="Calibri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8AC5893"/>
    <w:multiLevelType w:val="hybridMultilevel"/>
    <w:tmpl w:val="751C38A8"/>
    <w:lvl w:ilvl="0" w:tplc="3B524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596E47"/>
    <w:multiLevelType w:val="hybridMultilevel"/>
    <w:tmpl w:val="4FAE4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D593C"/>
    <w:multiLevelType w:val="hybridMultilevel"/>
    <w:tmpl w:val="2E9C9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F2D67"/>
    <w:multiLevelType w:val="hybridMultilevel"/>
    <w:tmpl w:val="0B3426EC"/>
    <w:lvl w:ilvl="0" w:tplc="84DE9A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938E2"/>
    <w:multiLevelType w:val="hybridMultilevel"/>
    <w:tmpl w:val="C97AEA68"/>
    <w:lvl w:ilvl="0" w:tplc="44A86CD0">
      <w:start w:val="1"/>
      <w:numFmt w:val="bullet"/>
      <w:lvlText w:val=""/>
      <w:lvlJc w:val="left"/>
      <w:pPr>
        <w:tabs>
          <w:tab w:val="num" w:pos="442"/>
        </w:tabs>
        <w:ind w:left="442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2"/>
        </w:tabs>
        <w:ind w:left="18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2"/>
        </w:tabs>
        <w:ind w:left="26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2"/>
        </w:tabs>
        <w:ind w:left="40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2"/>
        </w:tabs>
        <w:ind w:left="47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2"/>
        </w:tabs>
        <w:ind w:left="54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2"/>
        </w:tabs>
        <w:ind w:left="62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2"/>
        </w:tabs>
        <w:ind w:left="6922" w:hanging="360"/>
      </w:pPr>
      <w:rPr>
        <w:rFonts w:ascii="Wingdings" w:hAnsi="Wingdings" w:hint="default"/>
      </w:rPr>
    </w:lvl>
  </w:abstractNum>
  <w:abstractNum w:abstractNumId="23" w15:restartNumberingAfterBreak="0">
    <w:nsid w:val="4F9A0DF5"/>
    <w:multiLevelType w:val="hybridMultilevel"/>
    <w:tmpl w:val="9536D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7A7B4E"/>
    <w:multiLevelType w:val="hybridMultilevel"/>
    <w:tmpl w:val="26B8E0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7182C"/>
    <w:multiLevelType w:val="hybridMultilevel"/>
    <w:tmpl w:val="21B8F292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6259F1"/>
    <w:multiLevelType w:val="hybridMultilevel"/>
    <w:tmpl w:val="0CCC4346"/>
    <w:lvl w:ilvl="0" w:tplc="333CE2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B536F86"/>
    <w:multiLevelType w:val="hybridMultilevel"/>
    <w:tmpl w:val="85FE01AE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A241FA"/>
    <w:multiLevelType w:val="hybridMultilevel"/>
    <w:tmpl w:val="06C05D7C"/>
    <w:lvl w:ilvl="0" w:tplc="CE24F3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2C2135"/>
    <w:multiLevelType w:val="hybridMultilevel"/>
    <w:tmpl w:val="662896DA"/>
    <w:lvl w:ilvl="0" w:tplc="3B524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19"/>
  </w:num>
  <w:num w:numId="4">
    <w:abstractNumId w:val="21"/>
  </w:num>
  <w:num w:numId="5">
    <w:abstractNumId w:val="6"/>
  </w:num>
  <w:num w:numId="6">
    <w:abstractNumId w:val="4"/>
  </w:num>
  <w:num w:numId="7">
    <w:abstractNumId w:val="14"/>
  </w:num>
  <w:num w:numId="8">
    <w:abstractNumId w:val="8"/>
  </w:num>
  <w:num w:numId="9">
    <w:abstractNumId w:val="27"/>
  </w:num>
  <w:num w:numId="10">
    <w:abstractNumId w:val="13"/>
  </w:num>
  <w:num w:numId="11">
    <w:abstractNumId w:val="15"/>
  </w:num>
  <w:num w:numId="12">
    <w:abstractNumId w:val="20"/>
  </w:num>
  <w:num w:numId="13">
    <w:abstractNumId w:val="5"/>
  </w:num>
  <w:num w:numId="14">
    <w:abstractNumId w:val="3"/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9"/>
  </w:num>
  <w:num w:numId="18">
    <w:abstractNumId w:val="23"/>
  </w:num>
  <w:num w:numId="19">
    <w:abstractNumId w:val="11"/>
  </w:num>
  <w:num w:numId="20">
    <w:abstractNumId w:val="2"/>
  </w:num>
  <w:num w:numId="21">
    <w:abstractNumId w:val="22"/>
  </w:num>
  <w:num w:numId="22">
    <w:abstractNumId w:val="24"/>
  </w:num>
  <w:num w:numId="23">
    <w:abstractNumId w:val="25"/>
  </w:num>
  <w:num w:numId="24">
    <w:abstractNumId w:val="12"/>
  </w:num>
  <w:num w:numId="25">
    <w:abstractNumId w:val="28"/>
  </w:num>
  <w:num w:numId="26">
    <w:abstractNumId w:val="26"/>
  </w:num>
  <w:num w:numId="27">
    <w:abstractNumId w:val="1"/>
  </w:num>
  <w:num w:numId="28">
    <w:abstractNumId w:val="0"/>
  </w:num>
  <w:num w:numId="29">
    <w:abstractNumId w:val="7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39D"/>
    <w:rsid w:val="00000F94"/>
    <w:rsid w:val="00007855"/>
    <w:rsid w:val="000206BC"/>
    <w:rsid w:val="00047715"/>
    <w:rsid w:val="0008623D"/>
    <w:rsid w:val="00092483"/>
    <w:rsid w:val="000A1834"/>
    <w:rsid w:val="000C139D"/>
    <w:rsid w:val="000C356A"/>
    <w:rsid w:val="000C6638"/>
    <w:rsid w:val="000D0D0A"/>
    <w:rsid w:val="000D6E35"/>
    <w:rsid w:val="000F7D72"/>
    <w:rsid w:val="00101FDB"/>
    <w:rsid w:val="0014339D"/>
    <w:rsid w:val="00160DF4"/>
    <w:rsid w:val="001645E2"/>
    <w:rsid w:val="001812A7"/>
    <w:rsid w:val="00184FBA"/>
    <w:rsid w:val="001851BA"/>
    <w:rsid w:val="001868B6"/>
    <w:rsid w:val="001A01A0"/>
    <w:rsid w:val="001A61D9"/>
    <w:rsid w:val="001B1860"/>
    <w:rsid w:val="001B678D"/>
    <w:rsid w:val="001C6FDB"/>
    <w:rsid w:val="001C7169"/>
    <w:rsid w:val="001D7B14"/>
    <w:rsid w:val="001E35CC"/>
    <w:rsid w:val="002207F2"/>
    <w:rsid w:val="00224DE6"/>
    <w:rsid w:val="00240EE3"/>
    <w:rsid w:val="00244739"/>
    <w:rsid w:val="002652DA"/>
    <w:rsid w:val="00267104"/>
    <w:rsid w:val="002700E6"/>
    <w:rsid w:val="002775EC"/>
    <w:rsid w:val="00282658"/>
    <w:rsid w:val="00283C03"/>
    <w:rsid w:val="00286DB9"/>
    <w:rsid w:val="0029580F"/>
    <w:rsid w:val="002B6D64"/>
    <w:rsid w:val="002E683E"/>
    <w:rsid w:val="002F151B"/>
    <w:rsid w:val="00303547"/>
    <w:rsid w:val="00305097"/>
    <w:rsid w:val="00316543"/>
    <w:rsid w:val="00321E97"/>
    <w:rsid w:val="00330639"/>
    <w:rsid w:val="00345570"/>
    <w:rsid w:val="003476C5"/>
    <w:rsid w:val="00367BE2"/>
    <w:rsid w:val="00370368"/>
    <w:rsid w:val="003815BE"/>
    <w:rsid w:val="00387129"/>
    <w:rsid w:val="003A72E6"/>
    <w:rsid w:val="003C3665"/>
    <w:rsid w:val="003D0109"/>
    <w:rsid w:val="003E0DC6"/>
    <w:rsid w:val="003E39EE"/>
    <w:rsid w:val="0041142C"/>
    <w:rsid w:val="004307A8"/>
    <w:rsid w:val="0043087C"/>
    <w:rsid w:val="004570B7"/>
    <w:rsid w:val="00463050"/>
    <w:rsid w:val="004725C0"/>
    <w:rsid w:val="00477200"/>
    <w:rsid w:val="004A0408"/>
    <w:rsid w:val="004B3070"/>
    <w:rsid w:val="004C59FF"/>
    <w:rsid w:val="004C6B4C"/>
    <w:rsid w:val="004D01B3"/>
    <w:rsid w:val="004E3ADA"/>
    <w:rsid w:val="004E5A4D"/>
    <w:rsid w:val="004F0208"/>
    <w:rsid w:val="0051129D"/>
    <w:rsid w:val="00540B5C"/>
    <w:rsid w:val="00541C44"/>
    <w:rsid w:val="00547FF7"/>
    <w:rsid w:val="00552B11"/>
    <w:rsid w:val="00563C2D"/>
    <w:rsid w:val="00567D41"/>
    <w:rsid w:val="00584475"/>
    <w:rsid w:val="005A4E66"/>
    <w:rsid w:val="005B27F2"/>
    <w:rsid w:val="005B722F"/>
    <w:rsid w:val="005E2853"/>
    <w:rsid w:val="005F1A37"/>
    <w:rsid w:val="006220B5"/>
    <w:rsid w:val="0062525F"/>
    <w:rsid w:val="00633A5D"/>
    <w:rsid w:val="00635CE5"/>
    <w:rsid w:val="00647F16"/>
    <w:rsid w:val="006A2AB7"/>
    <w:rsid w:val="006A64FF"/>
    <w:rsid w:val="006B062B"/>
    <w:rsid w:val="006B6782"/>
    <w:rsid w:val="006C7A51"/>
    <w:rsid w:val="006D095F"/>
    <w:rsid w:val="006D2B88"/>
    <w:rsid w:val="00705D29"/>
    <w:rsid w:val="0071679C"/>
    <w:rsid w:val="00735460"/>
    <w:rsid w:val="00736CCD"/>
    <w:rsid w:val="00740E48"/>
    <w:rsid w:val="00771F77"/>
    <w:rsid w:val="00774470"/>
    <w:rsid w:val="00784FF6"/>
    <w:rsid w:val="00787359"/>
    <w:rsid w:val="007B0901"/>
    <w:rsid w:val="007B0C46"/>
    <w:rsid w:val="007B16B8"/>
    <w:rsid w:val="007D2DB1"/>
    <w:rsid w:val="007E410B"/>
    <w:rsid w:val="0080169F"/>
    <w:rsid w:val="00815EC3"/>
    <w:rsid w:val="00825F5A"/>
    <w:rsid w:val="00850966"/>
    <w:rsid w:val="00883642"/>
    <w:rsid w:val="00893903"/>
    <w:rsid w:val="00893E15"/>
    <w:rsid w:val="008A444D"/>
    <w:rsid w:val="008B163D"/>
    <w:rsid w:val="008B22CD"/>
    <w:rsid w:val="008B40AC"/>
    <w:rsid w:val="008C0B22"/>
    <w:rsid w:val="008C3006"/>
    <w:rsid w:val="008D0908"/>
    <w:rsid w:val="008D650D"/>
    <w:rsid w:val="00936303"/>
    <w:rsid w:val="00964C28"/>
    <w:rsid w:val="00972525"/>
    <w:rsid w:val="009740A3"/>
    <w:rsid w:val="00977C00"/>
    <w:rsid w:val="00980988"/>
    <w:rsid w:val="00987729"/>
    <w:rsid w:val="00994E73"/>
    <w:rsid w:val="009A2C29"/>
    <w:rsid w:val="009F2913"/>
    <w:rsid w:val="00A00A1D"/>
    <w:rsid w:val="00A31F57"/>
    <w:rsid w:val="00A3437E"/>
    <w:rsid w:val="00A52BB8"/>
    <w:rsid w:val="00A61785"/>
    <w:rsid w:val="00A70685"/>
    <w:rsid w:val="00A73F7E"/>
    <w:rsid w:val="00A90DBA"/>
    <w:rsid w:val="00A960B4"/>
    <w:rsid w:val="00AA0929"/>
    <w:rsid w:val="00AA5907"/>
    <w:rsid w:val="00AB4F32"/>
    <w:rsid w:val="00AE2205"/>
    <w:rsid w:val="00B02C2E"/>
    <w:rsid w:val="00B0362B"/>
    <w:rsid w:val="00B11F8E"/>
    <w:rsid w:val="00B21206"/>
    <w:rsid w:val="00B33C1A"/>
    <w:rsid w:val="00B4069C"/>
    <w:rsid w:val="00B6051F"/>
    <w:rsid w:val="00B60D10"/>
    <w:rsid w:val="00B748B8"/>
    <w:rsid w:val="00B93D71"/>
    <w:rsid w:val="00BA06BA"/>
    <w:rsid w:val="00BA672B"/>
    <w:rsid w:val="00BE0DB5"/>
    <w:rsid w:val="00BF714C"/>
    <w:rsid w:val="00C0221F"/>
    <w:rsid w:val="00C10FBA"/>
    <w:rsid w:val="00C50330"/>
    <w:rsid w:val="00C62791"/>
    <w:rsid w:val="00C85D1E"/>
    <w:rsid w:val="00C9324D"/>
    <w:rsid w:val="00C96CAE"/>
    <w:rsid w:val="00CA26D3"/>
    <w:rsid w:val="00CB5F6A"/>
    <w:rsid w:val="00CE5CAA"/>
    <w:rsid w:val="00CE6C5B"/>
    <w:rsid w:val="00CF75D0"/>
    <w:rsid w:val="00D11119"/>
    <w:rsid w:val="00D11E9F"/>
    <w:rsid w:val="00D17E38"/>
    <w:rsid w:val="00D57B41"/>
    <w:rsid w:val="00D72D3B"/>
    <w:rsid w:val="00D83615"/>
    <w:rsid w:val="00D852FB"/>
    <w:rsid w:val="00DA149E"/>
    <w:rsid w:val="00DB6F59"/>
    <w:rsid w:val="00DE15D0"/>
    <w:rsid w:val="00E14163"/>
    <w:rsid w:val="00E21531"/>
    <w:rsid w:val="00E3739C"/>
    <w:rsid w:val="00E5513B"/>
    <w:rsid w:val="00E56F67"/>
    <w:rsid w:val="00E67B58"/>
    <w:rsid w:val="00E80D17"/>
    <w:rsid w:val="00E81AFF"/>
    <w:rsid w:val="00E9599E"/>
    <w:rsid w:val="00EA2680"/>
    <w:rsid w:val="00EA72DE"/>
    <w:rsid w:val="00EB0E8E"/>
    <w:rsid w:val="00EB770D"/>
    <w:rsid w:val="00EC7D03"/>
    <w:rsid w:val="00ED1530"/>
    <w:rsid w:val="00F13858"/>
    <w:rsid w:val="00F21EFB"/>
    <w:rsid w:val="00F412C2"/>
    <w:rsid w:val="00F56ECD"/>
    <w:rsid w:val="00F754E2"/>
    <w:rsid w:val="00F87B6E"/>
    <w:rsid w:val="00FB679C"/>
    <w:rsid w:val="00FD181A"/>
    <w:rsid w:val="00FF35B7"/>
    <w:rsid w:val="00FF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E74BB8"/>
  <w15:chartTrackingRefBased/>
  <w15:docId w15:val="{6E1744F9-4118-493C-A8CD-ED8A27FD4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623D"/>
    <w:pPr>
      <w:spacing w:after="200" w:line="276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E215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5EC"/>
  </w:style>
  <w:style w:type="paragraph" w:styleId="Stopka">
    <w:name w:val="footer"/>
    <w:basedOn w:val="Normalny"/>
    <w:link w:val="StopkaZnak"/>
    <w:uiPriority w:val="99"/>
    <w:unhideWhenUsed/>
    <w:rsid w:val="00277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5EC"/>
  </w:style>
  <w:style w:type="paragraph" w:styleId="Tekstdymka">
    <w:name w:val="Balloon Text"/>
    <w:basedOn w:val="Normalny"/>
    <w:link w:val="TekstdymkaZnak"/>
    <w:uiPriority w:val="99"/>
    <w:semiHidden/>
    <w:unhideWhenUsed/>
    <w:rsid w:val="00277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75E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02C2E"/>
    <w:rPr>
      <w:color w:val="0000FF"/>
      <w:u w:val="single"/>
    </w:rPr>
  </w:style>
  <w:style w:type="table" w:styleId="Tabela-Siatka">
    <w:name w:val="Table Grid"/>
    <w:basedOn w:val="Standardowy"/>
    <w:rsid w:val="0028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E21531"/>
    <w:rPr>
      <w:b/>
      <w:bCs/>
      <w:i/>
      <w:iCs/>
      <w:sz w:val="26"/>
      <w:szCs w:val="26"/>
      <w:lang w:eastAsia="en-US"/>
    </w:rPr>
  </w:style>
  <w:style w:type="paragraph" w:styleId="Tekstpodstawowy2">
    <w:name w:val="Body Text 2"/>
    <w:basedOn w:val="Normalny"/>
    <w:link w:val="Tekstpodstawowy2Znak"/>
    <w:rsid w:val="00E2153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21531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81AFF"/>
    <w:pPr>
      <w:ind w:left="720"/>
      <w:contextualSpacing/>
    </w:pPr>
  </w:style>
  <w:style w:type="paragraph" w:customStyle="1" w:styleId="normaltableau">
    <w:name w:val="normal_tableau"/>
    <w:basedOn w:val="Normalny"/>
    <w:rsid w:val="001851BA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Default">
    <w:name w:val="Default"/>
    <w:rsid w:val="00B11F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67">
    <w:name w:val="Font Style67"/>
    <w:rsid w:val="00567D41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omek\Moje%20dokumenty\szablony%20wup\2011_07_10%20szablony%20wup\wu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wup</Template>
  <TotalTime>13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cp:lastModifiedBy>Elżbieta Ślemp</cp:lastModifiedBy>
  <cp:revision>10</cp:revision>
  <cp:lastPrinted>2021-09-09T06:35:00Z</cp:lastPrinted>
  <dcterms:created xsi:type="dcterms:W3CDTF">2021-09-02T12:42:00Z</dcterms:created>
  <dcterms:modified xsi:type="dcterms:W3CDTF">2025-12-03T09:10:00Z</dcterms:modified>
</cp:coreProperties>
</file>